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Default="000008ED" w:rsidP="006C2343">
      <w:pPr>
        <w:pStyle w:val="Titul1"/>
      </w:pPr>
      <w:r w:rsidRPr="000008ED">
        <w:t>KOMENTÁŘ K</w:t>
      </w:r>
      <w:r w:rsidR="009A1080">
        <w:t> POŽADAVKŮM NA VÝKON A FUNKCI</w:t>
      </w:r>
      <w:r w:rsidRPr="000008ED">
        <w:t xml:space="preserve"> </w:t>
      </w:r>
    </w:p>
    <w:p w14:paraId="19A77343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15711D41B474129AE7EE596BC6CBC26"/>
        </w:placeholder>
        <w:text/>
      </w:sdtPr>
      <w:sdtContent>
        <w:p w14:paraId="6818C6D7" w14:textId="3B5CDEA3" w:rsidR="00826B7B" w:rsidRPr="006C2343" w:rsidRDefault="00377826" w:rsidP="003A390B">
          <w:pPr>
            <w:pStyle w:val="Tituldatum"/>
            <w:rPr>
              <w:highlight w:val="green"/>
            </w:rPr>
          </w:pPr>
          <w:r w:rsidRPr="00377826">
            <w:rPr>
              <w:rStyle w:val="Nzevakce"/>
            </w:rPr>
            <w:t>Doplnění závor na přejezdu P2095 v km 3,140 úseku Řetenice – Úpořiny</w:t>
          </w:r>
        </w:p>
      </w:sdtContent>
    </w:sdt>
    <w:p w14:paraId="199112C1" w14:textId="77777777" w:rsidR="00826B7B" w:rsidRPr="006C2343" w:rsidRDefault="00826B7B" w:rsidP="006C2343">
      <w:pPr>
        <w:pStyle w:val="Titul2"/>
      </w:pPr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</w:p>
    <w:p w14:paraId="263FEE39" w14:textId="46AA5229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377826">
        <w:t>10</w:t>
      </w:r>
      <w:r w:rsidRPr="003A390B">
        <w:t xml:space="preserve">. </w:t>
      </w:r>
      <w:r w:rsidR="003A390B" w:rsidRPr="003A390B">
        <w:t>0</w:t>
      </w:r>
      <w:r w:rsidR="00CD039F" w:rsidRPr="003A390B">
        <w:t>2</w:t>
      </w:r>
      <w:r w:rsidRPr="003A390B">
        <w:t>. 20</w:t>
      </w:r>
      <w:r w:rsidR="00A616BE" w:rsidRPr="003A390B">
        <w:t>2</w:t>
      </w:r>
      <w:r w:rsidR="003A390B" w:rsidRPr="003A390B">
        <w:t>1</w:t>
      </w:r>
      <w:r w:rsidR="000008ED">
        <w:t xml:space="preserve"> </w:t>
      </w:r>
    </w:p>
    <w:p w14:paraId="7DA2CAE2" w14:textId="77777777" w:rsidR="00826B7B" w:rsidRDefault="00826B7B">
      <w:r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  <w:bookmarkStart w:id="0" w:name="_GoBack"/>
      <w:bookmarkEnd w:id="0"/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FF040A4" w14:textId="670C8499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77826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65A04347" w:rsidR="003E6B82" w:rsidRDefault="0037782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4F31E217" w:rsidR="003E6B82" w:rsidRDefault="0037782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169713" w:rsidR="003E6B82" w:rsidRDefault="0037782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13877A73" w:rsidR="003E6B82" w:rsidRDefault="0037782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15B07464" w:rsidR="003E6B82" w:rsidRDefault="0037782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1" w:name="_Toc58914528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2" w:name="_Toc58914529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7" w:name="_Toc58914530"/>
      <w:r>
        <w:t>Členění ceny Díla</w:t>
      </w:r>
      <w:bookmarkEnd w:id="7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5A1B687F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0A64D0" w:rsidRPr="000A64D0">
        <w:t>1</w:t>
      </w:r>
      <w:r w:rsidR="00F17F49">
        <w:t>,2,3,4,…)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8" w:name="_Toc58914531"/>
      <w:r>
        <w:t>Členění ceny stavby</w:t>
      </w:r>
      <w:bookmarkEnd w:id="8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>se stanoví náklady na: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0C4CE6B2" w:rsidR="00F17F49" w:rsidRPr="000A64D0" w:rsidRDefault="005F475E" w:rsidP="00F17F49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r w:rsidR="00F17F49" w:rsidRPr="009909F2">
        <w:t>Stavby_</w:t>
      </w:r>
      <w:r w:rsidR="00F17F49">
        <w:t>X</w:t>
      </w:r>
      <w:r w:rsidR="00F17F49" w:rsidRPr="009909F2">
        <w:t>_</w:t>
      </w:r>
      <w:r w:rsidR="002F7330">
        <w:t xml:space="preserve"> </w:t>
      </w:r>
      <w:r w:rsidR="00F17F49" w:rsidRPr="009909F2">
        <w:t>Požadavky na výkon a funkci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.xlsx</w:t>
      </w:r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9" w:name="_Toc58914532"/>
      <w:r>
        <w:t xml:space="preserve">ZÁKLADNÍ PRAVIDLA PRO </w:t>
      </w:r>
      <w:r w:rsidR="002A1540">
        <w:t>stanovení ceny Díla</w:t>
      </w:r>
      <w:bookmarkEnd w:id="9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77777777" w:rsidR="00A6753E" w:rsidRPr="00A6753E" w:rsidRDefault="00A6753E" w:rsidP="00FB5DD9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Název stavby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5A165E01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B2233D" w:rsidRPr="00B2233D">
        <w:rPr>
          <w:i/>
        </w:rPr>
        <w:t>_X_Požadavky na výkon a funkci.xlsx“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272142AD" w:rsidR="0047076E" w:rsidRDefault="00F9234A" w:rsidP="0047076E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4207B96B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>stanovuje Dodavatel v Kč na dvě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lastRenderedPageBreak/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r>
        <w:t>vnitrostaveništní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lastRenderedPageBreak/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10" w:name="_Toc58914533"/>
      <w:r>
        <w:t>SROVNATELNÉ V</w:t>
      </w:r>
      <w:r w:rsidR="00277875">
        <w:t>ÝROBKY, ALTERNATIVY MATERIÁLŮ A </w:t>
      </w:r>
      <w:r>
        <w:t>PROVEDENÍ</w:t>
      </w:r>
      <w:bookmarkEnd w:id="10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3B1199" w14:textId="77777777" w:rsidR="00730BC7" w:rsidRDefault="00730BC7" w:rsidP="00962258">
      <w:pPr>
        <w:spacing w:after="0" w:line="240" w:lineRule="auto"/>
      </w:pPr>
      <w:r>
        <w:separator/>
      </w:r>
    </w:p>
  </w:endnote>
  <w:endnote w:type="continuationSeparator" w:id="0">
    <w:p w14:paraId="7FFAF4BD" w14:textId="77777777" w:rsidR="00730BC7" w:rsidRDefault="00730B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37AA94E3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7782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7782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7FE3A067" w:rsidR="00CF0EF4" w:rsidRPr="003E6B82" w:rsidRDefault="002270C5" w:rsidP="00C87634">
          <w:pPr>
            <w:pStyle w:val="Zpatvle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377826">
            <w:rPr>
              <w:b/>
              <w:noProof/>
            </w:rPr>
            <w:t>Doplnění závor na přejezdu P2095 v km 3,140 úseku Řetenice – Úpořiny</w:t>
          </w:r>
          <w:r w:rsidRPr="003E6B82">
            <w:rPr>
              <w:b/>
              <w:bCs/>
              <w:noProof/>
            </w:rPr>
            <w:fldChar w:fldCharType="end"/>
          </w:r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40528FFD" w:rsidR="00CF0EF4" w:rsidRPr="003E6B82" w:rsidRDefault="002270C5" w:rsidP="00C87634">
          <w:pPr>
            <w:pStyle w:val="Zpatvpra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377826">
            <w:rPr>
              <w:b/>
              <w:noProof/>
            </w:rPr>
            <w:t>Doplnění závor na přejezdu P2095 v km 3,140 úseku Řetenice – Úpořiny</w:t>
          </w:r>
          <w:r w:rsidRPr="003E6B82">
            <w:rPr>
              <w:b/>
              <w:bCs/>
              <w:noProof/>
            </w:rPr>
            <w:fldChar w:fldCharType="end"/>
          </w:r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25694FCE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77826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7782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25162F" w14:textId="77777777" w:rsidR="00730BC7" w:rsidRDefault="00730BC7" w:rsidP="00962258">
      <w:pPr>
        <w:spacing w:after="0" w:line="240" w:lineRule="auto"/>
      </w:pPr>
      <w:r>
        <w:separator/>
      </w:r>
    </w:p>
  </w:footnote>
  <w:footnote w:type="continuationSeparator" w:id="0">
    <w:p w14:paraId="127C00C4" w14:textId="77777777" w:rsidR="00730BC7" w:rsidRDefault="00730BC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77826"/>
    <w:rsid w:val="00386FF1"/>
    <w:rsid w:val="00392EB6"/>
    <w:rsid w:val="003956C6"/>
    <w:rsid w:val="003A390B"/>
    <w:rsid w:val="003C33F2"/>
    <w:rsid w:val="003C76F7"/>
    <w:rsid w:val="003D756E"/>
    <w:rsid w:val="003E420D"/>
    <w:rsid w:val="003E4C13"/>
    <w:rsid w:val="003E6B82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5431A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38B5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6A37"/>
    <w:rsid w:val="00CB7684"/>
    <w:rsid w:val="00CC7C8F"/>
    <w:rsid w:val="00CD039F"/>
    <w:rsid w:val="00CD1FC4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F016C7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C4F56F"/>
  <w14:defaultImageDpi w14:val="32767"/>
  <w15:docId w15:val="{38B12117-529D-4F28-8ADB-F1170B286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3A39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5711D41B474129AE7EE596BC6CB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8F80-D4A1-4053-BDED-DB9478FBBBE9}"/>
      </w:docPartPr>
      <w:docPartBody>
        <w:p w:rsidR="00C56E21" w:rsidRDefault="009C5CCD">
          <w:pPr>
            <w:pStyle w:val="615711D41B474129AE7EE596BC6CBC2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D"/>
    <w:rsid w:val="00730B76"/>
    <w:rsid w:val="008B6702"/>
    <w:rsid w:val="008E26D9"/>
    <w:rsid w:val="009C5CCD"/>
    <w:rsid w:val="00C5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15711D41B474129AE7EE596BC6CBC26">
    <w:name w:val="615711D41B474129AE7EE596BC6CBC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26D0BEC5-1E8F-4BF2-A129-D7CCF87D8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14</TotalTime>
  <Pages>6</Pages>
  <Words>1577</Words>
  <Characters>9308</Characters>
  <Application>Microsoft Office Word</Application>
  <DocSecurity>0</DocSecurity>
  <Lines>77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Jelínek Tomáš, Bc.</cp:lastModifiedBy>
  <cp:revision>8</cp:revision>
  <cp:lastPrinted>2019-03-13T10:28:00Z</cp:lastPrinted>
  <dcterms:created xsi:type="dcterms:W3CDTF">2020-12-15T07:50:00Z</dcterms:created>
  <dcterms:modified xsi:type="dcterms:W3CDTF">2021-02-11T07:36:00Z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